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AF7" w:rsidRDefault="00DA4AF7">
      <w:pPr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Ahh the Yankees!  I can’t wait for them to replace the Russians, not that I don’t like the Russians, it’s just they’re worn out and they got a revolution going on and the American government is stable, and so is their economy.  The Russian troops are going back home, they’re insubordinate; all they want to do is fight the Czar not fight for him.  I heard their troops are some of the best in the world and plus they’ll be reinforcing the western front!  When they arrive victory will be assured!</w:t>
      </w:r>
    </w:p>
    <w:p w:rsidR="00DA4AF7" w:rsidRPr="00DA5DC9" w:rsidRDefault="00DA4AF7">
      <w:pPr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God Save the Queen!</w:t>
      </w:r>
    </w:p>
    <w:sectPr w:rsidR="00DA4AF7" w:rsidRPr="00DA5DC9" w:rsidSect="009E75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DC9"/>
    <w:rsid w:val="001D78C0"/>
    <w:rsid w:val="00631559"/>
    <w:rsid w:val="006359E6"/>
    <w:rsid w:val="00652C74"/>
    <w:rsid w:val="009E754C"/>
    <w:rsid w:val="00A9515C"/>
    <w:rsid w:val="00DA4AF7"/>
    <w:rsid w:val="00DA5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54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77</Words>
  <Characters>441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Ahh the Yankees</dc:title>
  <dc:subject/>
  <dc:creator>Zachery</dc:creator>
  <cp:keywords/>
  <dc:description/>
  <cp:lastModifiedBy>BriscoeZa</cp:lastModifiedBy>
  <cp:revision>2</cp:revision>
  <dcterms:created xsi:type="dcterms:W3CDTF">2008-12-19T14:05:00Z</dcterms:created>
  <dcterms:modified xsi:type="dcterms:W3CDTF">2008-12-19T14:05:00Z</dcterms:modified>
</cp:coreProperties>
</file>